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3D1977C6" w14:textId="77777777" w:rsidTr="00BA1368">
        <w:tc>
          <w:tcPr>
            <w:tcW w:w="9498" w:type="dxa"/>
          </w:tcPr>
          <w:p w14:paraId="32762BA4" w14:textId="77777777" w:rsidR="00053BD0" w:rsidRPr="00053BD0" w:rsidRDefault="00826C53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F9FEA77" wp14:editId="24F299EB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FF554C" w14:textId="77777777" w:rsidR="00271852" w:rsidRPr="00271852" w:rsidRDefault="00271852" w:rsidP="00271852">
            <w:pPr>
              <w:spacing w:before="180" w:after="0" w:line="0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271852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6006D52B" w14:textId="77777777" w:rsidR="00271852" w:rsidRDefault="00271852" w:rsidP="00271852">
            <w:pPr>
              <w:keepNext/>
              <w:spacing w:before="180" w:after="0" w:line="0" w:lineRule="atLeast"/>
              <w:ind w:left="-567" w:firstLine="567"/>
              <w:contextualSpacing/>
              <w:jc w:val="center"/>
              <w:outlineLvl w:val="0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271852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 САХАЛИНСКОЙ ОБЛАСТИ</w:t>
            </w:r>
          </w:p>
          <w:p w14:paraId="0E10FF29" w14:textId="14ECEB2D" w:rsidR="00053BD0" w:rsidRPr="00053BD0" w:rsidRDefault="00053BD0" w:rsidP="00271852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B148D12" w14:textId="1AD7553D" w:rsidR="00180112" w:rsidRPr="00180112" w:rsidRDefault="00180112" w:rsidP="00180112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bookmarkStart w:id="0" w:name="_Hlk221100133"/>
      <w:r w:rsidRPr="0018011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9C769AB63DA14970AD3D12FE43F5F625"/>
          </w:placeholder>
        </w:sdtPr>
        <w:sdtEndPr/>
        <w:sdtContent>
          <w:r w:rsidR="004402BD">
            <w:rPr>
              <w:rFonts w:ascii="Times New Roman" w:hAnsi="Times New Roman"/>
              <w:sz w:val="28"/>
              <w:szCs w:val="28"/>
            </w:rPr>
            <w:t>19 февраля 2026 года</w:t>
          </w:r>
        </w:sdtContent>
      </w:sdt>
      <w:r w:rsidRPr="0018011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41379A69140742ED929218CAD7C26197"/>
          </w:placeholder>
        </w:sdtPr>
        <w:sdtEndPr/>
        <w:sdtContent>
          <w:r w:rsidR="004402BD" w:rsidRPr="004402BD">
            <w:rPr>
              <w:rFonts w:ascii="Times New Roman" w:hAnsi="Times New Roman"/>
              <w:sz w:val="28"/>
              <w:szCs w:val="28"/>
            </w:rPr>
            <w:t>36</w:t>
          </w:r>
        </w:sdtContent>
      </w:sdt>
    </w:p>
    <w:p w14:paraId="5E74E30C" w14:textId="77777777" w:rsidR="00180112" w:rsidRPr="00180112" w:rsidRDefault="00180112" w:rsidP="00180112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180112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180112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3AD6466" w14:textId="42A54E22" w:rsidR="00993BBD" w:rsidRDefault="00121380" w:rsidP="00993B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r w:rsidR="00E1419F">
        <w:rPr>
          <w:rFonts w:ascii="Times New Roman" w:hAnsi="Times New Roman"/>
          <w:b/>
          <w:sz w:val="28"/>
          <w:szCs w:val="28"/>
        </w:rPr>
        <w:t>в постановление</w:t>
      </w:r>
      <w:r w:rsidR="00993BBD">
        <w:rPr>
          <w:rFonts w:ascii="Times New Roman" w:hAnsi="Times New Roman"/>
          <w:b/>
          <w:sz w:val="28"/>
          <w:szCs w:val="28"/>
        </w:rPr>
        <w:t xml:space="preserve"> мэра</w:t>
      </w:r>
    </w:p>
    <w:p w14:paraId="0F46480D" w14:textId="77777777" w:rsidR="00993BBD" w:rsidRDefault="00E1419F" w:rsidP="00993B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0F36">
        <w:rPr>
          <w:rFonts w:ascii="Times New Roman" w:hAnsi="Times New Roman"/>
          <w:b/>
          <w:sz w:val="28"/>
          <w:szCs w:val="28"/>
        </w:rPr>
        <w:t>муниципального образования Ногликский</w:t>
      </w:r>
      <w:r w:rsidR="0080440D">
        <w:rPr>
          <w:rFonts w:ascii="Times New Roman" w:hAnsi="Times New Roman"/>
          <w:b/>
          <w:sz w:val="28"/>
          <w:szCs w:val="28"/>
        </w:rPr>
        <w:t xml:space="preserve"> муниципальный округ Сахалинской области от</w:t>
      </w:r>
      <w:r w:rsidR="00D865FC">
        <w:rPr>
          <w:rFonts w:ascii="Times New Roman" w:hAnsi="Times New Roman"/>
          <w:b/>
          <w:sz w:val="28"/>
          <w:szCs w:val="28"/>
        </w:rPr>
        <w:t xml:space="preserve"> </w:t>
      </w:r>
      <w:r w:rsidR="0080440D">
        <w:rPr>
          <w:rFonts w:ascii="Times New Roman" w:hAnsi="Times New Roman"/>
          <w:b/>
          <w:sz w:val="28"/>
          <w:szCs w:val="28"/>
        </w:rPr>
        <w:t>02.04.2025 № 51 «Об утверждении Положения</w:t>
      </w:r>
    </w:p>
    <w:p w14:paraId="1CAA4DCE" w14:textId="77777777" w:rsidR="00993BBD" w:rsidRDefault="0080440D" w:rsidP="00993B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440D">
        <w:rPr>
          <w:rFonts w:ascii="Times New Roman" w:hAnsi="Times New Roman"/>
          <w:b/>
          <w:sz w:val="28"/>
          <w:szCs w:val="28"/>
        </w:rPr>
        <w:t>о системе оплаты труда</w:t>
      </w:r>
      <w:r w:rsidR="00993BBD">
        <w:rPr>
          <w:rFonts w:ascii="Times New Roman" w:hAnsi="Times New Roman"/>
          <w:b/>
          <w:sz w:val="28"/>
          <w:szCs w:val="28"/>
        </w:rPr>
        <w:t xml:space="preserve"> </w:t>
      </w:r>
      <w:r w:rsidRPr="0080440D">
        <w:rPr>
          <w:rFonts w:ascii="Times New Roman" w:hAnsi="Times New Roman"/>
          <w:b/>
          <w:sz w:val="28"/>
          <w:szCs w:val="28"/>
        </w:rPr>
        <w:t>работников муниципальных бюджетных общеобразовательных учреждений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0440D">
        <w:rPr>
          <w:rFonts w:ascii="Times New Roman" w:hAnsi="Times New Roman"/>
          <w:b/>
          <w:sz w:val="28"/>
          <w:szCs w:val="28"/>
        </w:rPr>
        <w:t>и муниципального бюджетного образовательного учреждения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0440D">
        <w:rPr>
          <w:rFonts w:ascii="Times New Roman" w:hAnsi="Times New Roman"/>
          <w:b/>
          <w:sz w:val="28"/>
          <w:szCs w:val="28"/>
        </w:rPr>
        <w:t>дополнительного образован</w:t>
      </w:r>
      <w:r w:rsidR="00993BBD">
        <w:rPr>
          <w:rFonts w:ascii="Times New Roman" w:hAnsi="Times New Roman"/>
          <w:b/>
          <w:sz w:val="28"/>
          <w:szCs w:val="28"/>
        </w:rPr>
        <w:t>ия</w:t>
      </w:r>
    </w:p>
    <w:p w14:paraId="04BAB8E1" w14:textId="77777777" w:rsidR="00993BBD" w:rsidRDefault="0080440D" w:rsidP="00993B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440D">
        <w:rPr>
          <w:rFonts w:ascii="Times New Roman" w:hAnsi="Times New Roman"/>
          <w:b/>
          <w:sz w:val="28"/>
          <w:szCs w:val="28"/>
        </w:rPr>
        <w:t xml:space="preserve">«Центр творчества и воспитания» </w:t>
      </w:r>
      <w:proofErr w:type="spellStart"/>
      <w:r w:rsidRPr="0080440D">
        <w:rPr>
          <w:rFonts w:ascii="Times New Roman" w:hAnsi="Times New Roman"/>
          <w:b/>
          <w:sz w:val="28"/>
          <w:szCs w:val="28"/>
        </w:rPr>
        <w:t>пгт</w:t>
      </w:r>
      <w:proofErr w:type="spellEnd"/>
      <w:r w:rsidRPr="0080440D">
        <w:rPr>
          <w:rFonts w:ascii="Times New Roman" w:hAnsi="Times New Roman"/>
          <w:b/>
          <w:sz w:val="28"/>
          <w:szCs w:val="28"/>
        </w:rPr>
        <w:t>. Ноглики</w:t>
      </w:r>
    </w:p>
    <w:p w14:paraId="4AB973F0" w14:textId="77777777" w:rsidR="00993BBD" w:rsidRDefault="0080440D" w:rsidP="00993B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440D">
        <w:rPr>
          <w:rFonts w:ascii="Times New Roman" w:hAnsi="Times New Roman"/>
          <w:b/>
          <w:sz w:val="28"/>
          <w:szCs w:val="28"/>
        </w:rPr>
        <w:t>муниципального образования Ногликский муниципальный округ</w:t>
      </w:r>
    </w:p>
    <w:p w14:paraId="43D7D005" w14:textId="47A19FF8" w:rsidR="0080440D" w:rsidRDefault="0080440D" w:rsidP="00993B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440D">
        <w:rPr>
          <w:rFonts w:ascii="Times New Roman" w:hAnsi="Times New Roman"/>
          <w:b/>
          <w:sz w:val="28"/>
          <w:szCs w:val="28"/>
        </w:rPr>
        <w:t>Сахалинской области</w:t>
      </w:r>
      <w:r>
        <w:rPr>
          <w:rFonts w:ascii="Times New Roman" w:hAnsi="Times New Roman"/>
          <w:b/>
          <w:sz w:val="28"/>
          <w:szCs w:val="28"/>
        </w:rPr>
        <w:t>»</w:t>
      </w:r>
      <w:bookmarkEnd w:id="0"/>
    </w:p>
    <w:p w14:paraId="3BB53061" w14:textId="77777777" w:rsidR="0080440D" w:rsidRDefault="0080440D" w:rsidP="00993B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2750D3" w14:textId="3D5FD2B8" w:rsidR="00E1419F" w:rsidRPr="00BF61E6" w:rsidRDefault="00704AF5" w:rsidP="00993B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AF5">
        <w:rPr>
          <w:rFonts w:ascii="Times New Roman" w:hAnsi="Times New Roman"/>
          <w:sz w:val="28"/>
          <w:szCs w:val="28"/>
        </w:rPr>
        <w:t xml:space="preserve">В соответствии </w:t>
      </w:r>
      <w:r w:rsidR="00ED02E6" w:rsidRPr="00ED02E6">
        <w:rPr>
          <w:rFonts w:ascii="Times New Roman" w:hAnsi="Times New Roman"/>
          <w:sz w:val="28"/>
          <w:szCs w:val="28"/>
        </w:rPr>
        <w:t xml:space="preserve">с </w:t>
      </w:r>
      <w:r w:rsidR="004D506B">
        <w:rPr>
          <w:rFonts w:ascii="Times New Roman" w:hAnsi="Times New Roman"/>
          <w:sz w:val="28"/>
          <w:szCs w:val="28"/>
        </w:rPr>
        <w:t>распоряжением Правительства Сахалинской области от 27.01.2026 №</w:t>
      </w:r>
      <w:r w:rsidR="00D14A4D">
        <w:rPr>
          <w:rFonts w:ascii="Times New Roman" w:hAnsi="Times New Roman"/>
          <w:sz w:val="28"/>
          <w:szCs w:val="28"/>
        </w:rPr>
        <w:t xml:space="preserve"> </w:t>
      </w:r>
      <w:r w:rsidR="004D506B">
        <w:rPr>
          <w:rFonts w:ascii="Times New Roman" w:hAnsi="Times New Roman"/>
          <w:sz w:val="28"/>
          <w:szCs w:val="28"/>
        </w:rPr>
        <w:t xml:space="preserve">93-р «О внесении изменений в некоторые распоряжения Правительства Сахалинской области в сфере оплаты труда», </w:t>
      </w:r>
      <w:r w:rsidR="00ED02E6" w:rsidRPr="00ED02E6">
        <w:rPr>
          <w:rFonts w:ascii="Times New Roman" w:hAnsi="Times New Roman"/>
          <w:sz w:val="28"/>
          <w:szCs w:val="28"/>
        </w:rPr>
        <w:t xml:space="preserve">распоряжением Правительства Сахалинской области от 25.03.2013 № 186-р «Об отдельных вопросах реализации Указа Президента Российской Федерации от 07.05.2012 </w:t>
      </w:r>
      <w:r w:rsidR="00993BBD">
        <w:rPr>
          <w:rFonts w:ascii="Times New Roman" w:hAnsi="Times New Roman"/>
          <w:sz w:val="28"/>
          <w:szCs w:val="28"/>
        </w:rPr>
        <w:t>№</w:t>
      </w:r>
      <w:r w:rsidR="00ED02E6" w:rsidRPr="00ED02E6">
        <w:rPr>
          <w:rFonts w:ascii="Times New Roman" w:hAnsi="Times New Roman"/>
          <w:sz w:val="28"/>
          <w:szCs w:val="28"/>
        </w:rPr>
        <w:t xml:space="preserve"> 597 </w:t>
      </w:r>
      <w:r w:rsidR="00BF1190">
        <w:rPr>
          <w:rFonts w:ascii="Times New Roman" w:hAnsi="Times New Roman"/>
          <w:sz w:val="28"/>
          <w:szCs w:val="28"/>
        </w:rPr>
        <w:t>«</w:t>
      </w:r>
      <w:r w:rsidR="00ED02E6" w:rsidRPr="00ED02E6">
        <w:rPr>
          <w:rFonts w:ascii="Times New Roman" w:hAnsi="Times New Roman"/>
          <w:sz w:val="28"/>
          <w:szCs w:val="28"/>
        </w:rPr>
        <w:t>О мероприятиях по реализации государственной социальной политики</w:t>
      </w:r>
      <w:r w:rsidR="00BF1190">
        <w:rPr>
          <w:rFonts w:ascii="Times New Roman" w:hAnsi="Times New Roman"/>
          <w:sz w:val="28"/>
          <w:szCs w:val="28"/>
        </w:rPr>
        <w:t>»</w:t>
      </w:r>
      <w:r w:rsidR="00ED02E6" w:rsidRPr="00ED02E6">
        <w:rPr>
          <w:rFonts w:ascii="Times New Roman" w:hAnsi="Times New Roman"/>
          <w:sz w:val="28"/>
          <w:szCs w:val="28"/>
        </w:rPr>
        <w:t xml:space="preserve"> в отношении педагогических работников муниципальных общеобразовательных учреждений и муниципаль</w:t>
      </w:r>
      <w:r w:rsidR="00993BBD">
        <w:rPr>
          <w:rFonts w:ascii="Times New Roman" w:hAnsi="Times New Roman"/>
          <w:sz w:val="28"/>
          <w:szCs w:val="28"/>
        </w:rPr>
        <w:t xml:space="preserve">ных учреждений дополнительного </w:t>
      </w:r>
      <w:r w:rsidR="00ED02E6" w:rsidRPr="00ED02E6">
        <w:rPr>
          <w:rFonts w:ascii="Times New Roman" w:hAnsi="Times New Roman"/>
          <w:sz w:val="28"/>
          <w:szCs w:val="28"/>
        </w:rPr>
        <w:t>образования»</w:t>
      </w:r>
      <w:r w:rsidRPr="00704AF5">
        <w:rPr>
          <w:rFonts w:ascii="Times New Roman" w:hAnsi="Times New Roman"/>
          <w:sz w:val="28"/>
          <w:szCs w:val="28"/>
        </w:rPr>
        <w:t>,</w:t>
      </w:r>
      <w:r w:rsidR="00ED02E6">
        <w:rPr>
          <w:rFonts w:ascii="Times New Roman" w:hAnsi="Times New Roman"/>
          <w:sz w:val="28"/>
          <w:szCs w:val="28"/>
        </w:rPr>
        <w:t xml:space="preserve"> </w:t>
      </w:r>
      <w:r w:rsidRPr="00704AF5">
        <w:rPr>
          <w:rFonts w:ascii="Times New Roman" w:hAnsi="Times New Roman"/>
          <w:sz w:val="28"/>
          <w:szCs w:val="28"/>
        </w:rPr>
        <w:t>руководствуясь ст. 28 Устава муниципального образования Ногликский муниципальный округ Сахалинской области,</w:t>
      </w:r>
      <w:r>
        <w:rPr>
          <w:rFonts w:ascii="Times New Roman" w:hAnsi="Times New Roman"/>
          <w:sz w:val="28"/>
          <w:szCs w:val="28"/>
        </w:rPr>
        <w:t xml:space="preserve"> </w:t>
      </w:r>
      <w:r w:rsidR="00E1419F" w:rsidRPr="00BF61E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="00E1419F" w:rsidRPr="00993BBD">
        <w:rPr>
          <w:rFonts w:ascii="Times New Roman" w:hAnsi="Times New Roman"/>
          <w:b/>
          <w:sz w:val="28"/>
          <w:szCs w:val="28"/>
        </w:rPr>
        <w:t>:</w:t>
      </w:r>
    </w:p>
    <w:p w14:paraId="4554B2FA" w14:textId="272C37AC" w:rsidR="00E1419F" w:rsidRPr="00020F36" w:rsidRDefault="00993BBD" w:rsidP="00993BBD">
      <w:pPr>
        <w:pStyle w:val="a5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1419F" w:rsidRPr="00020F36">
        <w:rPr>
          <w:rFonts w:ascii="Times New Roman" w:hAnsi="Times New Roman"/>
          <w:sz w:val="28"/>
          <w:szCs w:val="28"/>
        </w:rPr>
        <w:t>Внести в постановление мэра муниципального образования Ногликский муниципальный округ Сахалинской области от 0</w:t>
      </w:r>
      <w:r w:rsidR="004A0A72">
        <w:rPr>
          <w:rFonts w:ascii="Times New Roman" w:hAnsi="Times New Roman"/>
          <w:sz w:val="28"/>
          <w:szCs w:val="28"/>
        </w:rPr>
        <w:t>2</w:t>
      </w:r>
      <w:r w:rsidR="00E1419F" w:rsidRPr="00020F36">
        <w:rPr>
          <w:rFonts w:ascii="Times New Roman" w:hAnsi="Times New Roman"/>
          <w:sz w:val="28"/>
          <w:szCs w:val="28"/>
        </w:rPr>
        <w:t>.04.2025 № 5</w:t>
      </w:r>
      <w:r w:rsidR="004A0A72">
        <w:rPr>
          <w:rFonts w:ascii="Times New Roman" w:hAnsi="Times New Roman"/>
          <w:sz w:val="28"/>
          <w:szCs w:val="28"/>
        </w:rPr>
        <w:t>1</w:t>
      </w:r>
      <w:r w:rsidR="001F431D">
        <w:rPr>
          <w:rFonts w:ascii="Times New Roman" w:hAnsi="Times New Roman"/>
          <w:sz w:val="28"/>
          <w:szCs w:val="28"/>
        </w:rPr>
        <w:t xml:space="preserve"> (в редакции</w:t>
      </w:r>
      <w:r w:rsidR="00197628">
        <w:rPr>
          <w:rFonts w:ascii="Times New Roman" w:hAnsi="Times New Roman"/>
          <w:sz w:val="28"/>
          <w:szCs w:val="28"/>
        </w:rPr>
        <w:t xml:space="preserve"> от</w:t>
      </w:r>
      <w:r w:rsidR="001F431D">
        <w:rPr>
          <w:rFonts w:ascii="Times New Roman" w:hAnsi="Times New Roman"/>
          <w:sz w:val="28"/>
          <w:szCs w:val="28"/>
        </w:rPr>
        <w:t xml:space="preserve"> </w:t>
      </w:r>
      <w:r w:rsidR="0004507A">
        <w:rPr>
          <w:rFonts w:ascii="Times New Roman" w:hAnsi="Times New Roman"/>
          <w:sz w:val="28"/>
          <w:szCs w:val="28"/>
        </w:rPr>
        <w:t>01</w:t>
      </w:r>
      <w:r w:rsidR="003862BE">
        <w:rPr>
          <w:rFonts w:ascii="Times New Roman" w:hAnsi="Times New Roman"/>
          <w:sz w:val="28"/>
          <w:szCs w:val="28"/>
        </w:rPr>
        <w:t>.07.2025</w:t>
      </w:r>
      <w:bookmarkStart w:id="1" w:name="_GoBack"/>
      <w:bookmarkEnd w:id="1"/>
      <w:r w:rsidR="003862BE">
        <w:rPr>
          <w:rFonts w:ascii="Times New Roman" w:hAnsi="Times New Roman"/>
          <w:sz w:val="28"/>
          <w:szCs w:val="28"/>
        </w:rPr>
        <w:t xml:space="preserve"> № 106, </w:t>
      </w:r>
      <w:r w:rsidR="002569B2">
        <w:rPr>
          <w:rFonts w:ascii="Times New Roman" w:hAnsi="Times New Roman"/>
          <w:sz w:val="28"/>
          <w:szCs w:val="28"/>
        </w:rPr>
        <w:t>от</w:t>
      </w:r>
      <w:r w:rsidR="001F431D">
        <w:rPr>
          <w:rFonts w:ascii="Times New Roman" w:hAnsi="Times New Roman"/>
          <w:sz w:val="28"/>
          <w:szCs w:val="28"/>
        </w:rPr>
        <w:t xml:space="preserve"> </w:t>
      </w:r>
      <w:r w:rsidR="001F431D" w:rsidRPr="001F431D">
        <w:rPr>
          <w:rFonts w:ascii="Times New Roman" w:hAnsi="Times New Roman"/>
          <w:sz w:val="28"/>
          <w:szCs w:val="28"/>
        </w:rPr>
        <w:t>21.07.2025</w:t>
      </w:r>
      <w:r w:rsidR="0004507A">
        <w:rPr>
          <w:rFonts w:ascii="Times New Roman" w:hAnsi="Times New Roman"/>
          <w:sz w:val="28"/>
          <w:szCs w:val="28"/>
        </w:rPr>
        <w:t xml:space="preserve"> №</w:t>
      </w:r>
      <w:r w:rsidR="003862BE">
        <w:rPr>
          <w:rFonts w:ascii="Times New Roman" w:hAnsi="Times New Roman"/>
          <w:sz w:val="28"/>
          <w:szCs w:val="28"/>
        </w:rPr>
        <w:t xml:space="preserve"> </w:t>
      </w:r>
      <w:r w:rsidR="0004507A">
        <w:rPr>
          <w:rFonts w:ascii="Times New Roman" w:hAnsi="Times New Roman"/>
          <w:sz w:val="28"/>
          <w:szCs w:val="28"/>
        </w:rPr>
        <w:t>127</w:t>
      </w:r>
      <w:r w:rsidR="001F431D">
        <w:rPr>
          <w:rFonts w:ascii="Times New Roman" w:hAnsi="Times New Roman"/>
          <w:sz w:val="28"/>
          <w:szCs w:val="28"/>
        </w:rPr>
        <w:t>)</w:t>
      </w:r>
      <w:r w:rsidR="00E1419F" w:rsidRPr="00020F36">
        <w:rPr>
          <w:rFonts w:ascii="Times New Roman" w:hAnsi="Times New Roman"/>
          <w:sz w:val="28"/>
          <w:szCs w:val="28"/>
        </w:rPr>
        <w:t xml:space="preserve"> «Об утверждении Положения </w:t>
      </w:r>
      <w:bookmarkStart w:id="2" w:name="_Hlk220667954"/>
      <w:r w:rsidR="00E1419F" w:rsidRPr="00020F36">
        <w:rPr>
          <w:rFonts w:ascii="Times New Roman" w:hAnsi="Times New Roman"/>
          <w:sz w:val="28"/>
          <w:szCs w:val="28"/>
        </w:rPr>
        <w:t xml:space="preserve">о системе оплаты труда работников муниципальных бюджетных </w:t>
      </w:r>
      <w:r w:rsidR="004A0A72">
        <w:rPr>
          <w:rFonts w:ascii="Times New Roman" w:hAnsi="Times New Roman"/>
          <w:sz w:val="28"/>
          <w:szCs w:val="28"/>
        </w:rPr>
        <w:t>обще</w:t>
      </w:r>
      <w:r w:rsidR="00E1419F" w:rsidRPr="00020F36">
        <w:rPr>
          <w:rFonts w:ascii="Times New Roman" w:hAnsi="Times New Roman"/>
          <w:sz w:val="28"/>
          <w:szCs w:val="28"/>
        </w:rPr>
        <w:t xml:space="preserve">образовательных учреждений </w:t>
      </w:r>
      <w:r w:rsidR="004A0A72">
        <w:rPr>
          <w:rFonts w:ascii="Times New Roman" w:hAnsi="Times New Roman"/>
          <w:sz w:val="28"/>
          <w:szCs w:val="28"/>
        </w:rPr>
        <w:t>и</w:t>
      </w:r>
      <w:r w:rsidR="004A0A72" w:rsidRPr="004A0A72">
        <w:t xml:space="preserve"> </w:t>
      </w:r>
      <w:r w:rsidR="004A0A72" w:rsidRPr="004A0A72">
        <w:rPr>
          <w:rFonts w:ascii="Times New Roman" w:hAnsi="Times New Roman"/>
          <w:sz w:val="28"/>
          <w:szCs w:val="28"/>
        </w:rPr>
        <w:t xml:space="preserve">муниципального бюджетного образовательного учреждения дополнительного образования «Центр творчества и воспитания» </w:t>
      </w:r>
      <w:proofErr w:type="spellStart"/>
      <w:r w:rsidR="004A0A72" w:rsidRPr="004A0A72">
        <w:rPr>
          <w:rFonts w:ascii="Times New Roman" w:hAnsi="Times New Roman"/>
          <w:sz w:val="28"/>
          <w:szCs w:val="28"/>
        </w:rPr>
        <w:t>пгт</w:t>
      </w:r>
      <w:proofErr w:type="spellEnd"/>
      <w:r w:rsidR="004A0A72" w:rsidRPr="004A0A72">
        <w:rPr>
          <w:rFonts w:ascii="Times New Roman" w:hAnsi="Times New Roman"/>
          <w:sz w:val="28"/>
          <w:szCs w:val="28"/>
        </w:rPr>
        <w:t>. Ноглики</w:t>
      </w:r>
      <w:r w:rsidR="004A0A72">
        <w:rPr>
          <w:rFonts w:ascii="Times New Roman" w:hAnsi="Times New Roman"/>
          <w:sz w:val="28"/>
          <w:szCs w:val="28"/>
        </w:rPr>
        <w:t xml:space="preserve"> </w:t>
      </w:r>
      <w:r w:rsidR="00E1419F" w:rsidRPr="00020F36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области»</w:t>
      </w:r>
      <w:bookmarkEnd w:id="2"/>
      <w:r w:rsidR="00E1419F" w:rsidRPr="00020F36">
        <w:rPr>
          <w:rFonts w:ascii="Times New Roman" w:hAnsi="Times New Roman"/>
          <w:b/>
          <w:sz w:val="28"/>
          <w:szCs w:val="28"/>
        </w:rPr>
        <w:t xml:space="preserve"> </w:t>
      </w:r>
      <w:r w:rsidR="00E1419F" w:rsidRPr="00020F36">
        <w:rPr>
          <w:rFonts w:ascii="Times New Roman" w:hAnsi="Times New Roman"/>
          <w:sz w:val="28"/>
          <w:szCs w:val="28"/>
        </w:rPr>
        <w:t xml:space="preserve">(далее - </w:t>
      </w:r>
      <w:r w:rsidR="00197628">
        <w:rPr>
          <w:rFonts w:ascii="Times New Roman" w:hAnsi="Times New Roman"/>
          <w:sz w:val="28"/>
          <w:szCs w:val="28"/>
        </w:rPr>
        <w:t>Положение</w:t>
      </w:r>
      <w:r w:rsidR="00E1419F" w:rsidRPr="00020F36">
        <w:rPr>
          <w:rFonts w:ascii="Times New Roman" w:hAnsi="Times New Roman"/>
          <w:sz w:val="28"/>
          <w:szCs w:val="28"/>
        </w:rPr>
        <w:t>)</w:t>
      </w:r>
      <w:r w:rsidR="002529C7" w:rsidRPr="002529C7">
        <w:rPr>
          <w:rFonts w:ascii="Times New Roman" w:hAnsi="Times New Roman"/>
          <w:sz w:val="28"/>
          <w:szCs w:val="28"/>
        </w:rPr>
        <w:t xml:space="preserve"> </w:t>
      </w:r>
      <w:r w:rsidR="002529C7">
        <w:rPr>
          <w:rFonts w:ascii="Times New Roman" w:hAnsi="Times New Roman"/>
          <w:sz w:val="28"/>
          <w:szCs w:val="28"/>
        </w:rPr>
        <w:t>следующие изменения</w:t>
      </w:r>
      <w:r w:rsidR="00E1419F" w:rsidRPr="00020F36">
        <w:rPr>
          <w:rFonts w:ascii="Times New Roman" w:hAnsi="Times New Roman"/>
          <w:sz w:val="28"/>
          <w:szCs w:val="28"/>
        </w:rPr>
        <w:t>:</w:t>
      </w:r>
    </w:p>
    <w:p w14:paraId="41EF49D2" w14:textId="20E8D5B5" w:rsidR="002529C7" w:rsidRPr="00993BBD" w:rsidRDefault="00993BBD" w:rsidP="00993B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93BBD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1.1. </w:t>
      </w:r>
      <w:r w:rsidR="002529C7" w:rsidRPr="00993BBD">
        <w:rPr>
          <w:rFonts w:ascii="Times New Roman" w:hAnsi="Times New Roman"/>
          <w:color w:val="000000" w:themeColor="text1"/>
          <w:sz w:val="28"/>
          <w:szCs w:val="28"/>
        </w:rPr>
        <w:t>Приложение 1</w:t>
      </w:r>
      <w:r w:rsidR="009C768A" w:rsidRPr="00993BB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97628" w:rsidRPr="00993BBD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2529C7" w:rsidRPr="00993BBD">
        <w:rPr>
          <w:rFonts w:ascii="Times New Roman" w:hAnsi="Times New Roman"/>
          <w:color w:val="000000" w:themeColor="text1"/>
          <w:sz w:val="28"/>
          <w:szCs w:val="28"/>
        </w:rPr>
        <w:t>оложен</w:t>
      </w:r>
      <w:r w:rsidR="00197628" w:rsidRPr="00993BBD">
        <w:rPr>
          <w:rFonts w:ascii="Times New Roman" w:hAnsi="Times New Roman"/>
          <w:color w:val="000000" w:themeColor="text1"/>
          <w:sz w:val="28"/>
          <w:szCs w:val="28"/>
        </w:rPr>
        <w:t>ия</w:t>
      </w:r>
      <w:r w:rsidR="002529C7" w:rsidRPr="00993BBD">
        <w:rPr>
          <w:rFonts w:ascii="Times New Roman" w:hAnsi="Times New Roman"/>
          <w:color w:val="000000" w:themeColor="text1"/>
          <w:sz w:val="28"/>
          <w:szCs w:val="28"/>
        </w:rPr>
        <w:t xml:space="preserve"> изложить в редакции согласно приложению</w:t>
      </w:r>
      <w:r w:rsidR="009C768A" w:rsidRPr="00993BBD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529C7" w:rsidRPr="00993BBD">
        <w:rPr>
          <w:rFonts w:ascii="Times New Roman" w:hAnsi="Times New Roman"/>
          <w:color w:val="000000" w:themeColor="text1"/>
          <w:sz w:val="28"/>
          <w:szCs w:val="28"/>
        </w:rPr>
        <w:t>к настоящему постановлению.</w:t>
      </w:r>
    </w:p>
    <w:p w14:paraId="7A28AF4F" w14:textId="0E2DF0B7" w:rsidR="009C768A" w:rsidRPr="00993BBD" w:rsidRDefault="00993BBD" w:rsidP="00993B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93BBD">
        <w:rPr>
          <w:rFonts w:ascii="Times New Roman" w:hAnsi="Times New Roman"/>
          <w:color w:val="000000" w:themeColor="text1"/>
          <w:sz w:val="28"/>
          <w:szCs w:val="28"/>
        </w:rPr>
        <w:t xml:space="preserve">1.2. Приложение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2 </w:t>
      </w:r>
      <w:r w:rsidRPr="00993BBD">
        <w:rPr>
          <w:rFonts w:ascii="Times New Roman" w:hAnsi="Times New Roman"/>
          <w:color w:val="000000" w:themeColor="text1"/>
          <w:sz w:val="28"/>
          <w:szCs w:val="28"/>
        </w:rPr>
        <w:t xml:space="preserve">Положения изложить в редакции согласно приложению 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993B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14:paraId="32E355D2" w14:textId="1C68DF81" w:rsidR="00993BBD" w:rsidRDefault="00993BBD" w:rsidP="00993B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1.3. </w:t>
      </w:r>
      <w:r w:rsidRPr="00993BBD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993BBD">
        <w:rPr>
          <w:rFonts w:ascii="Times New Roman" w:hAnsi="Times New Roman"/>
          <w:color w:val="000000" w:themeColor="text1"/>
          <w:sz w:val="28"/>
          <w:szCs w:val="28"/>
        </w:rPr>
        <w:t xml:space="preserve"> Положения изложить в редакции согласно приложению 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993B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14:paraId="252D23C0" w14:textId="0FA21E57" w:rsidR="00993BBD" w:rsidRDefault="00993BBD" w:rsidP="00993B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1.4. </w:t>
      </w:r>
      <w:r w:rsidRPr="00993BBD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93BBD">
        <w:rPr>
          <w:rFonts w:ascii="Times New Roman" w:hAnsi="Times New Roman"/>
          <w:color w:val="000000" w:themeColor="text1"/>
          <w:sz w:val="28"/>
          <w:szCs w:val="28"/>
        </w:rPr>
        <w:t xml:space="preserve"> Положения изложить в редакции согласно приложению 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93BBD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14:paraId="6AA4183A" w14:textId="6B30D268" w:rsidR="00993BBD" w:rsidRDefault="00993BBD" w:rsidP="00993B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1.5. </w:t>
      </w:r>
      <w:r w:rsidRPr="00993BBD">
        <w:rPr>
          <w:rFonts w:ascii="Times New Roman" w:hAnsi="Times New Roman"/>
          <w:color w:val="000000" w:themeColor="text1"/>
          <w:sz w:val="28"/>
          <w:szCs w:val="28"/>
        </w:rPr>
        <w:t>Приложение 12 Положения изложить в редакции согласно приложению 5 к настоящему постановлению.</w:t>
      </w:r>
    </w:p>
    <w:p w14:paraId="37DDA776" w14:textId="30C4D2C0" w:rsidR="00E1419F" w:rsidRPr="009C768A" w:rsidRDefault="00E1419F" w:rsidP="00993B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768A">
        <w:rPr>
          <w:rFonts w:ascii="Times New Roman" w:hAnsi="Times New Roman"/>
          <w:color w:val="000000" w:themeColor="text1"/>
          <w:sz w:val="28"/>
          <w:szCs w:val="28"/>
        </w:rPr>
        <w:t>2. Настоящее постановление вступает в силу с момента его официального опубликования и распростран</w:t>
      </w:r>
      <w:r w:rsidR="008330F7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9C768A">
        <w:rPr>
          <w:rFonts w:ascii="Times New Roman" w:hAnsi="Times New Roman"/>
          <w:color w:val="000000" w:themeColor="text1"/>
          <w:sz w:val="28"/>
          <w:szCs w:val="28"/>
        </w:rPr>
        <w:t>ется на правоотношения, возникшие с 01</w:t>
      </w:r>
      <w:r w:rsidR="00121380">
        <w:rPr>
          <w:rFonts w:ascii="Times New Roman" w:hAnsi="Times New Roman"/>
          <w:color w:val="000000" w:themeColor="text1"/>
          <w:sz w:val="28"/>
          <w:szCs w:val="28"/>
        </w:rPr>
        <w:t xml:space="preserve"> января </w:t>
      </w:r>
      <w:r w:rsidRPr="009C768A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9C768A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9C768A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</w:p>
    <w:p w14:paraId="4D6E2ED6" w14:textId="2023BFAD" w:rsidR="00E1419F" w:rsidRDefault="00E1419F" w:rsidP="00993BB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. Опубликовать настоящее постановление в газете «Знамя труда» </w:t>
      </w:r>
      <w:r w:rsidR="00993BBD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>и разместить на официальном сайте муниципального образования Ногликский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муниципальный округ Сахалинской области</w:t>
      </w:r>
      <w:r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в информационно-телекоммуникационной сети «Интернет».</w:t>
      </w:r>
    </w:p>
    <w:p w14:paraId="1707A0D6" w14:textId="6275F5CA" w:rsidR="00E1419F" w:rsidRPr="007C4933" w:rsidRDefault="00E1419F" w:rsidP="00993BB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 Контроль за исполнением настоящего постановления возложить </w:t>
      </w:r>
      <w:r w:rsidR="00993BBD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на вице-мэра муниципального образования Ногликский муниципальный округ Са</w:t>
      </w:r>
      <w:r w:rsidR="00993BBD">
        <w:rPr>
          <w:rFonts w:ascii="Times New Roman" w:hAnsi="Times New Roman"/>
          <w:color w:val="000000" w:themeColor="text1"/>
          <w:sz w:val="28"/>
          <w:szCs w:val="28"/>
        </w:rPr>
        <w:t xml:space="preserve">халинской области </w:t>
      </w:r>
      <w:proofErr w:type="spellStart"/>
      <w:r w:rsidR="00993BBD">
        <w:rPr>
          <w:rFonts w:ascii="Times New Roman" w:hAnsi="Times New Roman"/>
          <w:color w:val="000000" w:themeColor="text1"/>
          <w:sz w:val="28"/>
          <w:szCs w:val="28"/>
        </w:rPr>
        <w:t>Русанова</w:t>
      </w:r>
      <w:proofErr w:type="spellEnd"/>
      <w:r w:rsidR="00993BBD">
        <w:rPr>
          <w:rFonts w:ascii="Times New Roman" w:hAnsi="Times New Roman"/>
          <w:color w:val="000000" w:themeColor="text1"/>
          <w:sz w:val="28"/>
          <w:szCs w:val="28"/>
        </w:rPr>
        <w:t xml:space="preserve"> Я.С.</w:t>
      </w:r>
    </w:p>
    <w:p w14:paraId="1AB1E419" w14:textId="77777777" w:rsidR="00E1419F" w:rsidRPr="00A529C2" w:rsidRDefault="00E1419F" w:rsidP="00993BB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358848F5" w14:textId="77777777" w:rsidR="00E1419F" w:rsidRDefault="00E1419F" w:rsidP="00993B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863A97C" w14:textId="77777777" w:rsidR="00E1419F" w:rsidRPr="00FB14F4" w:rsidRDefault="00E1419F" w:rsidP="00993B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269C2A7" w14:textId="77777777" w:rsidR="00E1419F" w:rsidRDefault="00E1419F" w:rsidP="00993BB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E5D5AE2" w14:textId="77777777" w:rsidR="00E1419F" w:rsidRDefault="00E1419F" w:rsidP="00993BBD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7E745E40" w14:textId="775492CD" w:rsidR="00E1419F" w:rsidRPr="007C2877" w:rsidRDefault="00E1419F" w:rsidP="00993BBD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                                         </w:t>
      </w:r>
      <w:r w:rsidR="00993BBD">
        <w:rPr>
          <w:rFonts w:ascii="Times New Roman" w:hAnsi="Times New Roman"/>
          <w:sz w:val="28"/>
          <w:szCs w:val="28"/>
        </w:rPr>
        <w:t xml:space="preserve">                    С.В. Гурьянов</w:t>
      </w:r>
    </w:p>
    <w:p w14:paraId="29F4CE6D" w14:textId="70359951" w:rsidR="00E70704" w:rsidRPr="007C2877" w:rsidRDefault="00E70704" w:rsidP="00993BB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E70704" w:rsidRPr="007C2877" w:rsidSect="004402BD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C1679" w14:textId="77777777" w:rsidR="00551C86" w:rsidRDefault="00551C86" w:rsidP="004402BD">
      <w:pPr>
        <w:spacing w:after="0" w:line="240" w:lineRule="auto"/>
      </w:pPr>
      <w:r>
        <w:separator/>
      </w:r>
    </w:p>
  </w:endnote>
  <w:endnote w:type="continuationSeparator" w:id="0">
    <w:p w14:paraId="0C119031" w14:textId="77777777" w:rsidR="00551C86" w:rsidRDefault="00551C86" w:rsidP="00440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CF898" w14:textId="77777777" w:rsidR="00551C86" w:rsidRDefault="00551C86" w:rsidP="004402BD">
      <w:pPr>
        <w:spacing w:after="0" w:line="240" w:lineRule="auto"/>
      </w:pPr>
      <w:r>
        <w:separator/>
      </w:r>
    </w:p>
  </w:footnote>
  <w:footnote w:type="continuationSeparator" w:id="0">
    <w:p w14:paraId="5636B74E" w14:textId="77777777" w:rsidR="00551C86" w:rsidRDefault="00551C86" w:rsidP="00440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7152577"/>
      <w:docPartObj>
        <w:docPartGallery w:val="Page Numbers (Top of Page)"/>
        <w:docPartUnique/>
      </w:docPartObj>
    </w:sdtPr>
    <w:sdtContent>
      <w:p w14:paraId="4034AB50" w14:textId="5FEF2CFF" w:rsidR="004402BD" w:rsidRDefault="004402B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0A0">
          <w:rPr>
            <w:noProof/>
          </w:rPr>
          <w:t>2</w:t>
        </w:r>
        <w:r>
          <w:fldChar w:fldCharType="end"/>
        </w:r>
      </w:p>
    </w:sdtContent>
  </w:sdt>
  <w:p w14:paraId="5C388C5A" w14:textId="77777777" w:rsidR="004402BD" w:rsidRDefault="004402B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5021"/>
    <w:multiLevelType w:val="multilevel"/>
    <w:tmpl w:val="AEA80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FEE3586"/>
    <w:multiLevelType w:val="multilevel"/>
    <w:tmpl w:val="031812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30154C28"/>
    <w:multiLevelType w:val="multilevel"/>
    <w:tmpl w:val="C3E0188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3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4" w15:restartNumberingAfterBreak="0">
    <w:nsid w:val="423B0B85"/>
    <w:multiLevelType w:val="multilevel"/>
    <w:tmpl w:val="96CC80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474857EE"/>
    <w:multiLevelType w:val="hybridMultilevel"/>
    <w:tmpl w:val="EC8C4DC0"/>
    <w:lvl w:ilvl="0" w:tplc="4F62D70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C6A6F11"/>
    <w:multiLevelType w:val="multilevel"/>
    <w:tmpl w:val="6BA06F0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4D2"/>
    <w:rsid w:val="00006DA3"/>
    <w:rsid w:val="00017EA3"/>
    <w:rsid w:val="00023DCA"/>
    <w:rsid w:val="00024AE6"/>
    <w:rsid w:val="00042FAF"/>
    <w:rsid w:val="00043B4E"/>
    <w:rsid w:val="0004507A"/>
    <w:rsid w:val="00053BD0"/>
    <w:rsid w:val="0005553C"/>
    <w:rsid w:val="00060D95"/>
    <w:rsid w:val="00061D06"/>
    <w:rsid w:val="00067DC9"/>
    <w:rsid w:val="00074314"/>
    <w:rsid w:val="0009538B"/>
    <w:rsid w:val="00097321"/>
    <w:rsid w:val="000A19D5"/>
    <w:rsid w:val="000E2137"/>
    <w:rsid w:val="00113CC5"/>
    <w:rsid w:val="001156C0"/>
    <w:rsid w:val="00121380"/>
    <w:rsid w:val="00127F2D"/>
    <w:rsid w:val="00130E26"/>
    <w:rsid w:val="00144B6F"/>
    <w:rsid w:val="00152229"/>
    <w:rsid w:val="00180112"/>
    <w:rsid w:val="001870E0"/>
    <w:rsid w:val="00192AC1"/>
    <w:rsid w:val="00197628"/>
    <w:rsid w:val="001A4593"/>
    <w:rsid w:val="001D74D2"/>
    <w:rsid w:val="001F431D"/>
    <w:rsid w:val="001F690F"/>
    <w:rsid w:val="0022175D"/>
    <w:rsid w:val="00233735"/>
    <w:rsid w:val="00237DCC"/>
    <w:rsid w:val="00242B61"/>
    <w:rsid w:val="002441AF"/>
    <w:rsid w:val="002529C7"/>
    <w:rsid w:val="00253EF8"/>
    <w:rsid w:val="002569B2"/>
    <w:rsid w:val="0026038F"/>
    <w:rsid w:val="00271852"/>
    <w:rsid w:val="00276A80"/>
    <w:rsid w:val="00282FEB"/>
    <w:rsid w:val="00287252"/>
    <w:rsid w:val="002911D8"/>
    <w:rsid w:val="002A005B"/>
    <w:rsid w:val="002A2424"/>
    <w:rsid w:val="002C7B25"/>
    <w:rsid w:val="002D7093"/>
    <w:rsid w:val="002E3615"/>
    <w:rsid w:val="002F6A95"/>
    <w:rsid w:val="00304932"/>
    <w:rsid w:val="00305685"/>
    <w:rsid w:val="00312A72"/>
    <w:rsid w:val="0032500B"/>
    <w:rsid w:val="00334E8E"/>
    <w:rsid w:val="00345A01"/>
    <w:rsid w:val="00361B82"/>
    <w:rsid w:val="00372B7D"/>
    <w:rsid w:val="00375FB0"/>
    <w:rsid w:val="003862BE"/>
    <w:rsid w:val="003C18D7"/>
    <w:rsid w:val="003C3CBC"/>
    <w:rsid w:val="003D35F1"/>
    <w:rsid w:val="003D70DF"/>
    <w:rsid w:val="003E70CF"/>
    <w:rsid w:val="00403F71"/>
    <w:rsid w:val="004207AE"/>
    <w:rsid w:val="00435173"/>
    <w:rsid w:val="004402BD"/>
    <w:rsid w:val="00463A5A"/>
    <w:rsid w:val="004943AE"/>
    <w:rsid w:val="004A0A72"/>
    <w:rsid w:val="004A0CBD"/>
    <w:rsid w:val="004A13FA"/>
    <w:rsid w:val="004D1338"/>
    <w:rsid w:val="004D34AC"/>
    <w:rsid w:val="004D506B"/>
    <w:rsid w:val="00513579"/>
    <w:rsid w:val="005369DD"/>
    <w:rsid w:val="00537B90"/>
    <w:rsid w:val="00551C86"/>
    <w:rsid w:val="00570985"/>
    <w:rsid w:val="005822B1"/>
    <w:rsid w:val="005905FF"/>
    <w:rsid w:val="00591D13"/>
    <w:rsid w:val="005952EB"/>
    <w:rsid w:val="00597CD7"/>
    <w:rsid w:val="005A408F"/>
    <w:rsid w:val="005B2149"/>
    <w:rsid w:val="005B672F"/>
    <w:rsid w:val="005C06DA"/>
    <w:rsid w:val="005F215E"/>
    <w:rsid w:val="005F6E50"/>
    <w:rsid w:val="006077D4"/>
    <w:rsid w:val="00612583"/>
    <w:rsid w:val="00632019"/>
    <w:rsid w:val="00686248"/>
    <w:rsid w:val="00694B20"/>
    <w:rsid w:val="006D5E29"/>
    <w:rsid w:val="006E76D9"/>
    <w:rsid w:val="006E7852"/>
    <w:rsid w:val="006F12A3"/>
    <w:rsid w:val="00703701"/>
    <w:rsid w:val="00704AF5"/>
    <w:rsid w:val="0070551C"/>
    <w:rsid w:val="00716C00"/>
    <w:rsid w:val="00732B91"/>
    <w:rsid w:val="0074329B"/>
    <w:rsid w:val="0078255D"/>
    <w:rsid w:val="00790492"/>
    <w:rsid w:val="007971CC"/>
    <w:rsid w:val="007B617A"/>
    <w:rsid w:val="007C2877"/>
    <w:rsid w:val="007C4933"/>
    <w:rsid w:val="00800067"/>
    <w:rsid w:val="0080440D"/>
    <w:rsid w:val="00805E80"/>
    <w:rsid w:val="00820B72"/>
    <w:rsid w:val="00824019"/>
    <w:rsid w:val="00826C53"/>
    <w:rsid w:val="008330F7"/>
    <w:rsid w:val="008912C0"/>
    <w:rsid w:val="00895EA2"/>
    <w:rsid w:val="008A03B1"/>
    <w:rsid w:val="008B4594"/>
    <w:rsid w:val="008C131A"/>
    <w:rsid w:val="008C6AC5"/>
    <w:rsid w:val="008D778A"/>
    <w:rsid w:val="009130C9"/>
    <w:rsid w:val="00915716"/>
    <w:rsid w:val="0092526D"/>
    <w:rsid w:val="009252A8"/>
    <w:rsid w:val="009265FB"/>
    <w:rsid w:val="009305AC"/>
    <w:rsid w:val="00933D9F"/>
    <w:rsid w:val="00993BBD"/>
    <w:rsid w:val="00995D2F"/>
    <w:rsid w:val="00997470"/>
    <w:rsid w:val="009B433D"/>
    <w:rsid w:val="009C768A"/>
    <w:rsid w:val="009D0E7C"/>
    <w:rsid w:val="009E4E9D"/>
    <w:rsid w:val="009F7516"/>
    <w:rsid w:val="00A052DE"/>
    <w:rsid w:val="00A50056"/>
    <w:rsid w:val="00A529C2"/>
    <w:rsid w:val="00A64310"/>
    <w:rsid w:val="00A65BEF"/>
    <w:rsid w:val="00A759AE"/>
    <w:rsid w:val="00A81D09"/>
    <w:rsid w:val="00A90C30"/>
    <w:rsid w:val="00AC6487"/>
    <w:rsid w:val="00AE2DB4"/>
    <w:rsid w:val="00AF28E2"/>
    <w:rsid w:val="00B04ACE"/>
    <w:rsid w:val="00B217A7"/>
    <w:rsid w:val="00B25688"/>
    <w:rsid w:val="00B270C6"/>
    <w:rsid w:val="00B42967"/>
    <w:rsid w:val="00BA1368"/>
    <w:rsid w:val="00BC7CD2"/>
    <w:rsid w:val="00BE5C7E"/>
    <w:rsid w:val="00BF0AAA"/>
    <w:rsid w:val="00BF1190"/>
    <w:rsid w:val="00BF24D2"/>
    <w:rsid w:val="00C43AA8"/>
    <w:rsid w:val="00C500A0"/>
    <w:rsid w:val="00C6622A"/>
    <w:rsid w:val="00C73C6E"/>
    <w:rsid w:val="00C77404"/>
    <w:rsid w:val="00C802EE"/>
    <w:rsid w:val="00C94B66"/>
    <w:rsid w:val="00CA79CF"/>
    <w:rsid w:val="00D13E9A"/>
    <w:rsid w:val="00D14A4D"/>
    <w:rsid w:val="00D1531B"/>
    <w:rsid w:val="00D153AA"/>
    <w:rsid w:val="00D35426"/>
    <w:rsid w:val="00D360D7"/>
    <w:rsid w:val="00D44100"/>
    <w:rsid w:val="00D73AAA"/>
    <w:rsid w:val="00D865FC"/>
    <w:rsid w:val="00D967A4"/>
    <w:rsid w:val="00DB00D1"/>
    <w:rsid w:val="00DE5677"/>
    <w:rsid w:val="00E0136A"/>
    <w:rsid w:val="00E1419F"/>
    <w:rsid w:val="00E14213"/>
    <w:rsid w:val="00E16ADC"/>
    <w:rsid w:val="00E23C37"/>
    <w:rsid w:val="00E26BA2"/>
    <w:rsid w:val="00E326A5"/>
    <w:rsid w:val="00E34483"/>
    <w:rsid w:val="00E36429"/>
    <w:rsid w:val="00E43835"/>
    <w:rsid w:val="00E475C2"/>
    <w:rsid w:val="00E70704"/>
    <w:rsid w:val="00E90080"/>
    <w:rsid w:val="00EA1114"/>
    <w:rsid w:val="00EA23EA"/>
    <w:rsid w:val="00EC7700"/>
    <w:rsid w:val="00ED02E6"/>
    <w:rsid w:val="00ED7AFD"/>
    <w:rsid w:val="00EE5D16"/>
    <w:rsid w:val="00EE780F"/>
    <w:rsid w:val="00EF6B32"/>
    <w:rsid w:val="00F167A5"/>
    <w:rsid w:val="00F37127"/>
    <w:rsid w:val="00F52040"/>
    <w:rsid w:val="00F54246"/>
    <w:rsid w:val="00F76718"/>
    <w:rsid w:val="00F80E0F"/>
    <w:rsid w:val="00F92612"/>
    <w:rsid w:val="00FA03B2"/>
    <w:rsid w:val="00FA6724"/>
    <w:rsid w:val="00FB14F4"/>
    <w:rsid w:val="00FD48D2"/>
    <w:rsid w:val="00FE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C0DCA"/>
  <w15:docId w15:val="{1FE67D7D-B297-4A04-8C3C-5B6C0E0B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E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87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C2877"/>
    <w:pPr>
      <w:ind w:left="720"/>
      <w:contextualSpacing/>
    </w:pPr>
  </w:style>
  <w:style w:type="paragraph" w:customStyle="1" w:styleId="ConsPlusNormal">
    <w:name w:val="ConsPlusNormal"/>
    <w:uiPriority w:val="99"/>
    <w:rsid w:val="002E3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440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2BD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440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2B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&#1055;&#1083;&#1072;&#1085;&#1086;&#1074;&#1086;%20&#1101;&#1082;&#1086;&#1085;&#1086;&#1084;&#1080;&#1095;&#1077;&#1089;&#1082;&#1080;&#1081;%20&#1086;&#1090;&#1076;&#1077;&#1083;\&#1055;&#1086;&#1089;&#1090;&#1072;&#1085;&#1086;&#1074;&#1083;&#1077;&#1085;&#1080;&#1077;%20&#1084;&#1101;&#1088;&#1072;%20&#1096;&#1072;&#1073;&#1083;&#1086;&#1085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C769AB63DA14970AD3D12FE43F5F6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A3C794-1C5C-40E1-B2C1-246495079002}"/>
      </w:docPartPr>
      <w:docPartBody>
        <w:p w:rsidR="00D314A9" w:rsidRDefault="005D2780" w:rsidP="005D2780">
          <w:pPr>
            <w:pStyle w:val="9C769AB63DA14970AD3D12FE43F5F625"/>
          </w:pPr>
          <w:r>
            <w:rPr>
              <w:sz w:val="26"/>
              <w:szCs w:val="26"/>
            </w:rPr>
            <w:t>_Дата подписания_</w:t>
          </w:r>
        </w:p>
      </w:docPartBody>
    </w:docPart>
    <w:docPart>
      <w:docPartPr>
        <w:name w:val="41379A69140742ED929218CAD7C261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6C5658-2C63-429A-A42B-6543D3E06DCA}"/>
      </w:docPartPr>
      <w:docPartBody>
        <w:p w:rsidR="00D314A9" w:rsidRDefault="005D2780" w:rsidP="005D2780">
          <w:pPr>
            <w:pStyle w:val="41379A69140742ED929218CAD7C26197"/>
          </w:pPr>
          <w:r>
            <w:rPr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F00"/>
    <w:rsid w:val="005D2780"/>
    <w:rsid w:val="00D314A9"/>
    <w:rsid w:val="00D54E96"/>
    <w:rsid w:val="00E4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E128263335B4FD3A45993063E15DCA4">
    <w:name w:val="AE128263335B4FD3A45993063E15DCA4"/>
    <w:rsid w:val="00E46F00"/>
  </w:style>
  <w:style w:type="paragraph" w:customStyle="1" w:styleId="F858B21D6B0147C88B188ACFF1B72D91">
    <w:name w:val="F858B21D6B0147C88B188ACFF1B72D91"/>
    <w:rsid w:val="00E46F00"/>
  </w:style>
  <w:style w:type="paragraph" w:customStyle="1" w:styleId="9C769AB63DA14970AD3D12FE43F5F625">
    <w:name w:val="9C769AB63DA14970AD3D12FE43F5F625"/>
    <w:rsid w:val="005D2780"/>
  </w:style>
  <w:style w:type="paragraph" w:customStyle="1" w:styleId="41379A69140742ED929218CAD7C26197">
    <w:name w:val="41379A69140742ED929218CAD7C26197"/>
    <w:rsid w:val="005D27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79D61-CA19-44FE-9546-31AC548AF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мэра шаблон</Template>
  <TotalTime>658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Жанна С. Соколова</cp:lastModifiedBy>
  <cp:revision>63</cp:revision>
  <cp:lastPrinted>2026-02-19T06:55:00Z</cp:lastPrinted>
  <dcterms:created xsi:type="dcterms:W3CDTF">2022-02-11T05:03:00Z</dcterms:created>
  <dcterms:modified xsi:type="dcterms:W3CDTF">2026-02-19T07:04:00Z</dcterms:modified>
</cp:coreProperties>
</file>